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1D" w:rsidRDefault="002E4EB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" o:spid="_x0000_s1026" type="#_x0000_t202" style="position:absolute;left:0;text-align:left;margin-left:342pt;margin-top:55.45pt;width:109.45pt;height:28.5pt;z-index:2516705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">
            <v:fill color2="yellow" rotate="t" focus="50%" type="gradient"/>
            <v:textbox>
              <w:txbxContent>
                <w:p w:rsidR="00F5164B" w:rsidRPr="0073487E" w:rsidRDefault="00F5164B" w:rsidP="0073487E">
                  <w:pPr>
                    <w:pStyle w:val="Title"/>
                  </w:pPr>
                  <w:r w:rsidRPr="0073487E">
                    <w:t>FRONT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101" o:spid="_x0000_s1027" type="#_x0000_t202" style="position:absolute;left:0;text-align:left;margin-left:41.75pt;margin-top:82.1pt;width:723.75pt;height:31.5pt;z-index: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4bcvAIAAMM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" filled="f" stroked="f">
            <v:textbox>
              <w:txbxContent>
                <w:p w:rsidR="00F5164B" w:rsidRPr="002137BB" w:rsidRDefault="00F5164B" w:rsidP="00EA5F91">
                  <w:pPr>
                    <w:tabs>
                      <w:tab w:val="left" w:pos="2700"/>
                      <w:tab w:val="left" w:pos="5490"/>
                      <w:tab w:val="left" w:pos="8190"/>
                      <w:tab w:val="left" w:pos="10980"/>
                      <w:tab w:val="left" w:pos="13680"/>
                    </w:tabs>
                    <w:jc w:val="left"/>
                    <w:rPr>
                      <w:color w:val="999999"/>
                      <w:sz w:val="32"/>
                      <w:szCs w:val="32"/>
                    </w:rPr>
                  </w:pPr>
                  <w:r w:rsidRPr="002137BB"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>┘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└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100" o:spid="_x0000_s1028" type="#_x0000_t202" style="position:absolute;left:0;text-align:left;margin-left:41.75pt;margin-top:546.5pt;width:729.75pt;height:31.5pt;z-index:2516695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" filled="f" stroked="f">
            <v:textbox>
              <w:txbxContent>
                <w:p w:rsidR="00F5164B" w:rsidRPr="002137BB" w:rsidRDefault="00F5164B" w:rsidP="00EA5F91">
                  <w:pPr>
                    <w:tabs>
                      <w:tab w:val="left" w:pos="2700"/>
                      <w:tab w:val="left" w:pos="5490"/>
                      <w:tab w:val="left" w:pos="8190"/>
                      <w:tab w:val="left" w:pos="10980"/>
                      <w:tab w:val="left" w:pos="13680"/>
                    </w:tabs>
                    <w:jc w:val="left"/>
                    <w:rPr>
                      <w:color w:val="999999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>┐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┌</w:t>
                  </w:r>
                </w:p>
              </w:txbxContent>
            </v:textbox>
            <w10:wrap anchorx="page" anchory="page"/>
          </v:shape>
        </w:pict>
      </w:r>
    </w:p>
    <w:p w:rsidR="00A3361D" w:rsidRPr="00A3361D" w:rsidRDefault="002E4EB0" w:rsidP="00A3361D">
      <w:r>
        <w:rPr>
          <w:noProof/>
        </w:rPr>
        <w:pict>
          <v:rect id="Rectangle 33" o:spid="_x0000_s1051" style="position:absolute;left:0;text-align:left;margin-left:-3pt;margin-top:5.4pt;width:109.5pt;height:438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F5164B" w:rsidRDefault="00F5164B" w:rsidP="00AA6934">
                  <w:r w:rsidRPr="00AA6934">
                    <w:rPr>
                      <w:noProof/>
                    </w:rPr>
                    <w:drawing>
                      <wp:inline distT="0" distB="0" distL="0" distR="0">
                        <wp:extent cx="1076325" cy="672703"/>
                        <wp:effectExtent l="19050" t="0" r="9525" b="0"/>
                        <wp:docPr id="7" name="Picture 1" descr="Man with cl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n with cl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71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5164B" w:rsidRPr="009C10FD" w:rsidRDefault="00E0455D" w:rsidP="00F5164B">
                  <w:r>
                    <w:t>The Tao of Pooh</w:t>
                  </w:r>
                </w:p>
                <w:p w:rsidR="00F5164B" w:rsidRDefault="00E0455D" w:rsidP="00E0455D">
                  <w:pPr>
                    <w:pStyle w:val="Hours"/>
                  </w:pPr>
                  <w:r>
                    <w:t>By Benjamin Hoff</w:t>
                  </w:r>
                </w:p>
                <w:p w:rsidR="00E0455D" w:rsidRDefault="00E0455D" w:rsidP="00E0455D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E0455D" w:rsidRPr="00E0455D" w:rsidRDefault="00E0455D" w:rsidP="00E0455D">
                  <w:pPr>
                    <w:pStyle w:val="Default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E0455D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Chapter Titles</w:t>
                  </w:r>
                  <w:r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 xml:space="preserve"> for Analysis</w:t>
                  </w:r>
                </w:p>
                <w:p w:rsidR="00E0455D" w:rsidRP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 xml:space="preserve">“The Tao of 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Who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?”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(11/11)</w:t>
                  </w:r>
                </w:p>
                <w:p w:rsidR="00E0455D" w:rsidRP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“Spelling Tuesday”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(11/13)</w:t>
                  </w:r>
                </w:p>
                <w:p w:rsidR="00E0455D" w:rsidRP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“Cottleston Pie”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(11/15)</w:t>
                  </w:r>
                </w:p>
                <w:p w:rsidR="00E0455D" w:rsidRP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“The Pooh Way”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(11/18)</w:t>
                  </w:r>
                </w:p>
                <w:p w:rsidR="00E0455D" w:rsidRP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“Bisy Backson”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(11/20)</w:t>
                  </w:r>
                </w:p>
                <w:p w:rsid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That 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Sort of Bear”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(11/22)</w:t>
                  </w:r>
                </w:p>
                <w:p w:rsid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“Nowhere and Nothing”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(11/26)</w:t>
                  </w:r>
                </w:p>
                <w:p w:rsid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E0455D" w:rsidRDefault="00E0455D" w:rsidP="00E0455D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All Due 11/26 in a Portfolio </w:t>
                  </w:r>
                </w:p>
                <w:p w:rsidR="000C7FC2" w:rsidRPr="00E0455D" w:rsidRDefault="000C7FC2" w:rsidP="00E0455D">
                  <w:pPr>
                    <w:pStyle w:val="Default"/>
                    <w:rPr>
                      <w:rFonts w:asciiTheme="minorHAnsi" w:hAnsiTheme="minorHAnsi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Rectangle 45" o:spid="_x0000_s1050" style="position:absolute;left:0;text-align:left;margin-left:543pt;margin-top:5.4pt;width:109.5pt;height:438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VCzAIAAJs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Default="000C7FC2" w:rsidP="000C7FC2">
                  <w:r w:rsidRPr="00AA6934">
                    <w:rPr>
                      <w:noProof/>
                    </w:rPr>
                    <w:drawing>
                      <wp:inline distT="0" distB="0" distL="0" distR="0">
                        <wp:extent cx="1076325" cy="672703"/>
                        <wp:effectExtent l="19050" t="0" r="9525" b="0"/>
                        <wp:docPr id="14" name="Picture 1" descr="Man with cl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n with cl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71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7FC2" w:rsidRPr="009C10FD" w:rsidRDefault="000C7FC2" w:rsidP="000C7FC2">
                  <w:r>
                    <w:t>The Tao of Pooh</w:t>
                  </w:r>
                </w:p>
                <w:p w:rsidR="000C7FC2" w:rsidRDefault="000C7FC2" w:rsidP="000C7FC2">
                  <w:pPr>
                    <w:pStyle w:val="Hours"/>
                  </w:pPr>
                  <w:r>
                    <w:t>By Benjamin Hoff</w:t>
                  </w:r>
                </w:p>
                <w:p w:rsidR="000C7FC2" w:rsidRDefault="000C7FC2" w:rsidP="000C7F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E0455D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Chapter Titles</w:t>
                  </w:r>
                  <w:r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 xml:space="preserve"> for Analysis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 xml:space="preserve">“The Tao of 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Who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?”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(11/11)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“Spelling Tuesday”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(11/13)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“Cottleston Pie”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(11/15)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“The Pooh Way”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(11/18)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“Bisy Backson”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(11/20)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That 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Sort of Bear”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(11/22)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“Nowhere and Nothing”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(11/26)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All Due 11/26 in a Portfolio </w:t>
                  </w:r>
                </w:p>
                <w:p w:rsidR="00FE39E8" w:rsidRDefault="00FE39E8" w:rsidP="00FE39E8">
                  <w:pPr>
                    <w:pStyle w:val="Hours"/>
                  </w:pPr>
                </w:p>
              </w:txbxContent>
            </v:textbox>
          </v:rect>
        </w:pict>
      </w:r>
      <w:r>
        <w:rPr>
          <w:noProof/>
        </w:rPr>
        <w:pict>
          <v:rect id="Rectangle 42" o:spid="_x0000_s1049" style="position:absolute;left:0;text-align:left;margin-left:406.5pt;margin-top:5.4pt;width:109.5pt;height:438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Nq2zAIAAJs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Default="000C7FC2" w:rsidP="000C7FC2">
                  <w:r w:rsidRPr="00AA6934">
                    <w:rPr>
                      <w:noProof/>
                    </w:rPr>
                    <w:drawing>
                      <wp:inline distT="0" distB="0" distL="0" distR="0">
                        <wp:extent cx="1076325" cy="672703"/>
                        <wp:effectExtent l="19050" t="0" r="9525" b="0"/>
                        <wp:docPr id="13" name="Picture 1" descr="Man with cl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n with cl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71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7FC2" w:rsidRPr="009C10FD" w:rsidRDefault="000C7FC2" w:rsidP="000C7FC2">
                  <w:r>
                    <w:t>The Tao of Pooh</w:t>
                  </w:r>
                </w:p>
                <w:p w:rsidR="000C7FC2" w:rsidRDefault="000C7FC2" w:rsidP="000C7FC2">
                  <w:pPr>
                    <w:pStyle w:val="Hours"/>
                  </w:pPr>
                  <w:r>
                    <w:t>By Benjamin Hoff</w:t>
                  </w:r>
                </w:p>
                <w:p w:rsidR="000C7FC2" w:rsidRDefault="000C7FC2" w:rsidP="000C7F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E0455D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Chapter Titles</w:t>
                  </w:r>
                  <w:r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 xml:space="preserve"> for Analysis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 xml:space="preserve">“The Tao of 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Who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?”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(11/11)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“Spelling Tuesday”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(11/13)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“Cottleston Pie”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(11/15)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“The Pooh Way”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(11/18)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“Bisy Backson”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(11/20)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That 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Sort of Bear”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(11/22)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“Nowhere and Nothing”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(11/26)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All Due 11/26 in a Portfolio </w:t>
                  </w:r>
                </w:p>
                <w:p w:rsidR="00FE39E8" w:rsidRDefault="00FE39E8" w:rsidP="00FE39E8">
                  <w:pPr>
                    <w:pStyle w:val="Hours"/>
                  </w:pPr>
                </w:p>
              </w:txbxContent>
            </v:textbox>
          </v:rect>
        </w:pict>
      </w:r>
      <w:r>
        <w:rPr>
          <w:noProof/>
        </w:rPr>
        <w:pict>
          <v:rect id="Rectangle 39" o:spid="_x0000_s1048" style="position:absolute;left:0;text-align:left;margin-left:270pt;margin-top:5.4pt;width:109.5pt;height:438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4lzQIAAJs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Default="000C7FC2" w:rsidP="000C7FC2">
                  <w:r w:rsidRPr="00AA6934">
                    <w:rPr>
                      <w:noProof/>
                    </w:rPr>
                    <w:drawing>
                      <wp:inline distT="0" distB="0" distL="0" distR="0">
                        <wp:extent cx="1076325" cy="672703"/>
                        <wp:effectExtent l="19050" t="0" r="9525" b="0"/>
                        <wp:docPr id="11" name="Picture 1" descr="Man with cl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n with cl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71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7FC2" w:rsidRPr="009C10FD" w:rsidRDefault="000C7FC2" w:rsidP="000C7FC2">
                  <w:r>
                    <w:t>The Tao of Pooh</w:t>
                  </w:r>
                </w:p>
                <w:p w:rsidR="000C7FC2" w:rsidRDefault="000C7FC2" w:rsidP="000C7FC2">
                  <w:pPr>
                    <w:pStyle w:val="Hours"/>
                  </w:pPr>
                  <w:r>
                    <w:t>By Benjamin Hoff</w:t>
                  </w:r>
                </w:p>
                <w:p w:rsidR="000C7FC2" w:rsidRDefault="000C7FC2" w:rsidP="000C7F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E0455D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Chapter Titles</w:t>
                  </w:r>
                  <w:r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 xml:space="preserve"> for Analysis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 xml:space="preserve">“The Tao of 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Who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?”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(11/11)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“Spelling Tuesday”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(11/13)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“Cottleston Pie”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(11/15)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“The Pooh Way”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(11/18)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“Bisy Backson”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(11/20)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That 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Sort of Bear”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(11/22)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“Nowhere and Nothing”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(11/26)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All Due 11/26 in a Portfolio </w:t>
                  </w:r>
                </w:p>
                <w:p w:rsidR="00FE39E8" w:rsidRDefault="00FE39E8" w:rsidP="00FE39E8">
                  <w:pPr>
                    <w:pStyle w:val="Hours"/>
                  </w:pPr>
                </w:p>
              </w:txbxContent>
            </v:textbox>
          </v:rect>
        </w:pict>
      </w:r>
      <w:r>
        <w:rPr>
          <w:noProof/>
        </w:rPr>
        <w:pict>
          <v:rect id="Rectangle 36" o:spid="_x0000_s1047" style="position:absolute;left:0;text-align:left;margin-left:133.5pt;margin-top:5.4pt;width:109.5pt;height:438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CxzAIAAJs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Default="000C7FC2" w:rsidP="000C7FC2">
                  <w:r w:rsidRPr="00AA6934">
                    <w:rPr>
                      <w:noProof/>
                    </w:rPr>
                    <w:drawing>
                      <wp:inline distT="0" distB="0" distL="0" distR="0">
                        <wp:extent cx="1076325" cy="672703"/>
                        <wp:effectExtent l="19050" t="0" r="9525" b="0"/>
                        <wp:docPr id="10" name="Picture 1" descr="Man with cl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n with cl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4420" cy="671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7FC2" w:rsidRPr="009C10FD" w:rsidRDefault="000C7FC2" w:rsidP="000C7FC2">
                  <w:r>
                    <w:t>The Tao of Pooh</w:t>
                  </w:r>
                </w:p>
                <w:p w:rsidR="000C7FC2" w:rsidRDefault="000C7FC2" w:rsidP="000C7FC2">
                  <w:pPr>
                    <w:pStyle w:val="Hours"/>
                  </w:pPr>
                  <w:r>
                    <w:t>By Benjamin Hoff</w:t>
                  </w:r>
                </w:p>
                <w:p w:rsidR="000C7FC2" w:rsidRDefault="000C7FC2" w:rsidP="000C7FC2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E0455D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Chapter Titles</w:t>
                  </w:r>
                  <w:r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 xml:space="preserve"> for Analysis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 xml:space="preserve">“The Tao of 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>Who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?”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(11/11)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“Spelling Tuesday”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(11/13)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“Cottleston Pie”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(11/15)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“The Pooh Way”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(11/18)</w:t>
                  </w: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“Bisy Backson”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(11/20)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</w:t>
                  </w:r>
                  <w:r w:rsidRPr="00E0455D">
                    <w:rPr>
                      <w:rFonts w:asciiTheme="minorHAnsi" w:hAnsiTheme="minorHAnsi"/>
                      <w:i/>
                      <w:iCs/>
                      <w:sz w:val="22"/>
                      <w:szCs w:val="22"/>
                    </w:rPr>
                    <w:t xml:space="preserve">That </w:t>
                  </w: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Sort of Bear”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(11/22)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455D">
                    <w:rPr>
                      <w:rFonts w:asciiTheme="minorHAnsi" w:hAnsiTheme="minorHAnsi"/>
                      <w:sz w:val="22"/>
                      <w:szCs w:val="22"/>
                    </w:rPr>
                    <w:t>“Nowhere and Nothing”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(11/26)</w:t>
                  </w:r>
                </w:p>
                <w:p w:rsidR="000C7FC2" w:rsidRDefault="000C7FC2" w:rsidP="000C7FC2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C7FC2" w:rsidRPr="00E0455D" w:rsidRDefault="000C7FC2" w:rsidP="000C7FC2">
                  <w:pPr>
                    <w:pStyle w:val="Default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All Due 11/26 in a Portfolio </w:t>
                  </w:r>
                </w:p>
                <w:p w:rsidR="00FE39E8" w:rsidRDefault="00FE39E8" w:rsidP="00FE39E8">
                  <w:pPr>
                    <w:pStyle w:val="Hours"/>
                  </w:pPr>
                </w:p>
              </w:txbxContent>
            </v:textbox>
          </v:rect>
        </w:pict>
      </w:r>
    </w:p>
    <w:p w:rsidR="00A3361D" w:rsidRDefault="00A3361D">
      <w:r w:rsidRPr="00A3361D">
        <w:br w:type="page"/>
      </w:r>
      <w:r w:rsidR="002E4EB0">
        <w:rPr>
          <w:noProof/>
        </w:rPr>
        <w:lastRenderedPageBreak/>
        <w:pict>
          <v:shape id="Text Box 84" o:spid="_x0000_s1037" type="#_x0000_t202" style="position:absolute;left:0;text-align:left;margin-left:337.7pt;margin-top:61.2pt;width:109.5pt;height:30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">
            <v:fill color2="yellow" rotate="t" focus="50%" type="gradient"/>
            <v:textbox>
              <w:txbxContent>
                <w:p w:rsidR="00F5164B" w:rsidRPr="00437177" w:rsidRDefault="00F5164B" w:rsidP="0073487E">
                  <w:pPr>
                    <w:pStyle w:val="Title"/>
                  </w:pPr>
                  <w:r>
                    <w:t>BACK</w:t>
                  </w:r>
                </w:p>
              </w:txbxContent>
            </v:textbox>
            <w10:wrap anchorx="page" anchory="page"/>
          </v:shape>
        </w:pict>
      </w:r>
      <w:r w:rsidR="002E4EB0">
        <w:rPr>
          <w:noProof/>
        </w:rPr>
        <w:pict>
          <v:shape id="Text Box 86" o:spid="_x0000_s1038" type="#_x0000_t202" style="position:absolute;left:0;text-align:left;margin-left:41.05pt;margin-top:83.5pt;width:723.75pt;height:31.5pt;z-index:2516684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" filled="f" stroked="f">
            <v:textbox>
              <w:txbxContent>
                <w:p w:rsidR="00F5164B" w:rsidRPr="00F5164B" w:rsidRDefault="00F5164B" w:rsidP="00F5164B">
                  <w:pPr>
                    <w:tabs>
                      <w:tab w:val="left" w:pos="2700"/>
                      <w:tab w:val="left" w:pos="5490"/>
                      <w:tab w:val="left" w:pos="8190"/>
                      <w:tab w:val="left" w:pos="10980"/>
                      <w:tab w:val="left" w:pos="13680"/>
                    </w:tabs>
                    <w:jc w:val="left"/>
                    <w:rPr>
                      <w:color w:val="999999"/>
                      <w:sz w:val="32"/>
                      <w:szCs w:val="32"/>
                    </w:rPr>
                  </w:pPr>
                  <w:r w:rsidRPr="002137BB"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>┘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┴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└</w:t>
                  </w:r>
                </w:p>
              </w:txbxContent>
            </v:textbox>
            <w10:wrap anchorx="page" anchory="page"/>
          </v:shape>
        </w:pict>
      </w:r>
      <w:r w:rsidR="002E4EB0">
        <w:rPr>
          <w:noProof/>
        </w:rPr>
        <w:pict>
          <v:shape id="Text Box 85" o:spid="_x0000_s1039" type="#_x0000_t202" style="position:absolute;left:0;text-align:left;margin-left:41.05pt;margin-top:550.1pt;width:729.75pt;height:31.5pt;z-index:2516674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xO8ugIAAMM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" filled="f" stroked="f">
            <v:textbox>
              <w:txbxContent>
                <w:p w:rsidR="00F5164B" w:rsidRPr="00F5164B" w:rsidRDefault="00F5164B" w:rsidP="00F5164B">
                  <w:pPr>
                    <w:tabs>
                      <w:tab w:val="left" w:pos="2700"/>
                      <w:tab w:val="left" w:pos="5490"/>
                      <w:tab w:val="left" w:pos="8190"/>
                      <w:tab w:val="left" w:pos="10980"/>
                      <w:tab w:val="left" w:pos="13680"/>
                    </w:tabs>
                    <w:jc w:val="left"/>
                    <w:rPr>
                      <w:color w:val="999999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>┐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┬</w:t>
                  </w:r>
                  <w:r>
                    <w:rPr>
                      <w:rFonts w:ascii="Arial" w:hAnsi="Arial" w:cs="Arial"/>
                      <w:color w:val="999999"/>
                      <w:sz w:val="32"/>
                      <w:szCs w:val="32"/>
                    </w:rPr>
                    <w:tab/>
                    <w:t>┌</w:t>
                  </w:r>
                </w:p>
              </w:txbxContent>
            </v:textbox>
            <w10:wrap anchorx="page" anchory="page"/>
          </v:shape>
        </w:pict>
      </w:r>
      <w:r w:rsidR="002E4EB0">
        <w:rPr>
          <w:noProof/>
        </w:rPr>
        <w:pict>
          <v:rect id="Rectangle 60" o:spid="_x0000_s1046" style="position:absolute;left:0;text-align:left;margin-left:540pt;margin-top:20.7pt;width:109.5pt;height:438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Pr="009E10B0" w:rsidRDefault="000C7FC2" w:rsidP="000C7FC2">
                  <w:pPr>
                    <w:pStyle w:val="Name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options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A.  Paragraph- Describe the central philosophy  of the chapter and give a personal example.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B. Summary and Haiku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Pr="00343D63" w:rsidRDefault="000C7FC2" w:rsidP="000C7FC2">
                  <w:pPr>
                    <w:jc w:val="left"/>
                  </w:pPr>
                  <w:r>
                    <w:t>C. Work of art and explanation</w:t>
                  </w:r>
                </w:p>
                <w:p w:rsidR="000C7FC2" w:rsidRPr="00343D63" w:rsidRDefault="000C7FC2" w:rsidP="000C7FC2">
                  <w:pPr>
                    <w:pStyle w:val="Phone"/>
                  </w:pPr>
                </w:p>
                <w:p w:rsidR="00FE39E8" w:rsidRPr="000C7FC2" w:rsidRDefault="00FE39E8" w:rsidP="000C7FC2"/>
              </w:txbxContent>
            </v:textbox>
          </v:rect>
        </w:pict>
      </w:r>
      <w:r w:rsidR="002E4EB0">
        <w:rPr>
          <w:noProof/>
        </w:rPr>
        <w:pict>
          <v:rect id="Rectangle 57" o:spid="_x0000_s1045" style="position:absolute;left:0;text-align:left;margin-left:403.5pt;margin-top:20.7pt;width:109.5pt;height:438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ubhzAIAAJo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Pr="009E10B0" w:rsidRDefault="000C7FC2" w:rsidP="000C7FC2">
                  <w:pPr>
                    <w:pStyle w:val="Name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options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A.  Paragraph- Describe the central philosophy  of the chapter and give a personal example.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B. Summary and Haiku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Pr="00343D63" w:rsidRDefault="000C7FC2" w:rsidP="000C7FC2">
                  <w:pPr>
                    <w:jc w:val="left"/>
                  </w:pPr>
                  <w:r>
                    <w:t>C. Work of art and explanation</w:t>
                  </w:r>
                </w:p>
                <w:p w:rsidR="000C7FC2" w:rsidRPr="00343D63" w:rsidRDefault="000C7FC2" w:rsidP="000C7FC2">
                  <w:pPr>
                    <w:pStyle w:val="Phone"/>
                  </w:pPr>
                </w:p>
                <w:p w:rsidR="00FE39E8" w:rsidRPr="000C7FC2" w:rsidRDefault="00FE39E8" w:rsidP="000C7FC2"/>
              </w:txbxContent>
            </v:textbox>
          </v:rect>
        </w:pict>
      </w:r>
      <w:r w:rsidR="002E4EB0">
        <w:rPr>
          <w:noProof/>
        </w:rPr>
        <w:pict>
          <v:rect id="Rectangle 54" o:spid="_x0000_s1044" style="position:absolute;left:0;text-align:left;margin-left:267pt;margin-top:20.7pt;width:109.5pt;height:438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Pr="009E10B0" w:rsidRDefault="000C7FC2" w:rsidP="000C7FC2">
                  <w:pPr>
                    <w:pStyle w:val="Name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options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A.  Paragraph- Describe the central philosophy  of the chapter and give a personal example.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B. Summary and Haiku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Pr="00343D63" w:rsidRDefault="000C7FC2" w:rsidP="000C7FC2">
                  <w:pPr>
                    <w:jc w:val="left"/>
                  </w:pPr>
                  <w:r>
                    <w:t>C. Work of art and explanation</w:t>
                  </w:r>
                </w:p>
                <w:p w:rsidR="000C7FC2" w:rsidRPr="00343D63" w:rsidRDefault="000C7FC2" w:rsidP="000C7FC2">
                  <w:pPr>
                    <w:pStyle w:val="Phone"/>
                  </w:pPr>
                </w:p>
                <w:p w:rsidR="00FE39E8" w:rsidRPr="000C7FC2" w:rsidRDefault="00FE39E8" w:rsidP="000C7FC2"/>
              </w:txbxContent>
            </v:textbox>
          </v:rect>
        </w:pict>
      </w:r>
      <w:r w:rsidR="002E4EB0">
        <w:rPr>
          <w:noProof/>
        </w:rPr>
        <w:pict>
          <v:rect id="Rectangle 51" o:spid="_x0000_s1043" style="position:absolute;left:0;text-align:left;margin-left:130.5pt;margin-top:20.7pt;width:109.5pt;height:438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0C7FC2" w:rsidRDefault="000C7FC2" w:rsidP="000C7FC2">
                  <w:pPr>
                    <w:pStyle w:val="Name"/>
                    <w:jc w:val="both"/>
                    <w:rPr>
                      <w:b/>
                    </w:rPr>
                  </w:pPr>
                </w:p>
                <w:p w:rsidR="000C7FC2" w:rsidRPr="009E10B0" w:rsidRDefault="000C7FC2" w:rsidP="000C7FC2">
                  <w:pPr>
                    <w:pStyle w:val="Name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options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A.  Paragraph- Describe the central philosophy  of the chapter and give a personal example.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B. Summary and Haiku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Pr="00343D63" w:rsidRDefault="000C7FC2" w:rsidP="000C7FC2">
                  <w:pPr>
                    <w:jc w:val="left"/>
                  </w:pPr>
                  <w:r>
                    <w:t>C. Work of art and explanation</w:t>
                  </w:r>
                </w:p>
                <w:p w:rsidR="000C7FC2" w:rsidRPr="00343D63" w:rsidRDefault="000C7FC2" w:rsidP="000C7FC2">
                  <w:pPr>
                    <w:pStyle w:val="Phone"/>
                  </w:pPr>
                </w:p>
                <w:sdt>
                  <w:sdtPr>
                    <w:alias w:val="Slogan"/>
                    <w:tag w:val="Slogan"/>
                    <w:id w:val="288683047"/>
                    <w:placeholder>
                      <w:docPart w:val="F2D8BA58040F417C8F0E1DFAF7EFD8F9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text w:multiLine="1"/>
                  </w:sdtPr>
                  <w:sdtContent>
                    <w:p w:rsidR="00FE39E8" w:rsidRDefault="000C7FC2" w:rsidP="00FE39E8">
                      <w:pPr>
                        <w:pStyle w:val="Slogan"/>
                      </w:pPr>
                      <w:r>
                        <w:t>[</w:t>
                      </w:r>
                      <w:r w:rsidRPr="00343D63">
                        <w:t>“Slogan or quotation about books or reading</w:t>
                      </w:r>
                      <w:r>
                        <w:t>”</w:t>
                      </w:r>
                      <w:r>
                        <w:rPr>
                          <w:rStyle w:val="PlaceholderText"/>
                        </w:rPr>
                        <w:t>]</w:t>
                      </w:r>
                    </w:p>
                  </w:sdtContent>
                </w:sdt>
              </w:txbxContent>
            </v:textbox>
          </v:rect>
        </w:pict>
      </w:r>
      <w:r w:rsidR="002E4EB0">
        <w:rPr>
          <w:noProof/>
        </w:rPr>
        <w:pict>
          <v:rect id="Rectangle 48" o:spid="_x0000_s1042" style="position:absolute;left:0;text-align:left;margin-left:-6pt;margin-top:20.7pt;width:109.5pt;height:438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" filled="f" fillcolor="#ccf" strokecolor="#8cadae [3206]" strokeweight="4.5pt">
            <v:fill rotate="t" focus="100%" type="gradient"/>
            <v:stroke linestyle="thinThick"/>
            <v:textbox>
              <w:txbxContent>
                <w:p w:rsidR="00653953" w:rsidRPr="009E10B0" w:rsidRDefault="00653953" w:rsidP="00653953">
                  <w:pPr>
                    <w:pStyle w:val="Name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options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F5164B" w:rsidRDefault="000C7FC2" w:rsidP="000C7FC2">
                  <w:pPr>
                    <w:jc w:val="left"/>
                  </w:pPr>
                  <w:r>
                    <w:t>A.  Paragraph- Describe the central philosophy  of the chapter and give a personal example.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Default="000C7FC2" w:rsidP="000C7FC2">
                  <w:pPr>
                    <w:jc w:val="left"/>
                  </w:pPr>
                  <w:r>
                    <w:t>B. Summary and Haiku</w:t>
                  </w:r>
                </w:p>
                <w:p w:rsidR="000C7FC2" w:rsidRDefault="000C7FC2" w:rsidP="000C7FC2">
                  <w:pPr>
                    <w:jc w:val="left"/>
                  </w:pPr>
                </w:p>
                <w:p w:rsidR="000C7FC2" w:rsidRPr="00343D63" w:rsidRDefault="000C7FC2" w:rsidP="000C7FC2">
                  <w:pPr>
                    <w:jc w:val="left"/>
                  </w:pPr>
                  <w:r>
                    <w:t>C. Work of art and explanation</w:t>
                  </w:r>
                </w:p>
                <w:p w:rsidR="00F5164B" w:rsidRPr="00343D63" w:rsidRDefault="00F5164B" w:rsidP="00F5164B">
                  <w:pPr>
                    <w:pStyle w:val="Phone"/>
                  </w:pPr>
                </w:p>
                <w:p w:rsidR="00F5164B" w:rsidRDefault="00F5164B" w:rsidP="00F5164B">
                  <w:pPr>
                    <w:pStyle w:val="Slogan"/>
                  </w:pPr>
                </w:p>
              </w:txbxContent>
            </v:textbox>
          </v:rect>
        </w:pict>
      </w:r>
    </w:p>
    <w:sectPr w:rsidR="00A3361D" w:rsidSect="00AB4395">
      <w:pgSz w:w="15840" w:h="12240" w:orient="landscape" w:code="1"/>
      <w:pgMar w:top="1800" w:right="126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686F4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A5C8F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EE01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E18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B1C857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DAF4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BE08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40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D2C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1EC46F2"/>
    <w:multiLevelType w:val="hybridMultilevel"/>
    <w:tmpl w:val="AD007F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E22CC"/>
    <w:multiLevelType w:val="hybridMultilevel"/>
    <w:tmpl w:val="5186EE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7F04"/>
  <w:defaultTabStop w:val="720"/>
  <w:noPunctuationKerning/>
  <w:characterSpacingControl w:val="doNotCompress"/>
  <w:compat/>
  <w:rsids>
    <w:rsidRoot w:val="00E0455D"/>
    <w:rsid w:val="00004320"/>
    <w:rsid w:val="000C7FC2"/>
    <w:rsid w:val="00244646"/>
    <w:rsid w:val="00290378"/>
    <w:rsid w:val="002D1136"/>
    <w:rsid w:val="002E4EB0"/>
    <w:rsid w:val="002F458B"/>
    <w:rsid w:val="00343D63"/>
    <w:rsid w:val="00460D6A"/>
    <w:rsid w:val="0047459E"/>
    <w:rsid w:val="00653953"/>
    <w:rsid w:val="00656E6B"/>
    <w:rsid w:val="006D4A9A"/>
    <w:rsid w:val="00706D3E"/>
    <w:rsid w:val="0073487E"/>
    <w:rsid w:val="008233A6"/>
    <w:rsid w:val="00851180"/>
    <w:rsid w:val="008F1926"/>
    <w:rsid w:val="0090018E"/>
    <w:rsid w:val="009B3993"/>
    <w:rsid w:val="009C09B8"/>
    <w:rsid w:val="009C10FD"/>
    <w:rsid w:val="009E10B0"/>
    <w:rsid w:val="009F6C50"/>
    <w:rsid w:val="00A3361D"/>
    <w:rsid w:val="00A77CC4"/>
    <w:rsid w:val="00AA0288"/>
    <w:rsid w:val="00AA6934"/>
    <w:rsid w:val="00AB4395"/>
    <w:rsid w:val="00B43D13"/>
    <w:rsid w:val="00D524FC"/>
    <w:rsid w:val="00D72D59"/>
    <w:rsid w:val="00DD5063"/>
    <w:rsid w:val="00DD7BB7"/>
    <w:rsid w:val="00DF57EF"/>
    <w:rsid w:val="00E0455D"/>
    <w:rsid w:val="00E412D0"/>
    <w:rsid w:val="00E508D1"/>
    <w:rsid w:val="00E81AC8"/>
    <w:rsid w:val="00E930F8"/>
    <w:rsid w:val="00EA5F91"/>
    <w:rsid w:val="00F23B88"/>
    <w:rsid w:val="00F5164B"/>
    <w:rsid w:val="00FE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97c7c4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9E8"/>
    <w:pPr>
      <w:spacing w:before="80"/>
      <w:jc w:val="center"/>
    </w:pPr>
    <w:rPr>
      <w:rFonts w:asciiTheme="minorHAnsi" w:hAnsiTheme="minorHAnsi"/>
      <w:color w:val="415B5C" w:themeColor="accent3" w:themeShade="80"/>
      <w:sz w:val="26"/>
      <w:szCs w:val="24"/>
    </w:rPr>
  </w:style>
  <w:style w:type="paragraph" w:styleId="Heading1">
    <w:name w:val="heading 1"/>
    <w:basedOn w:val="Normal"/>
    <w:next w:val="Normal"/>
    <w:qFormat/>
    <w:rsid w:val="00F5164B"/>
    <w:pPr>
      <w:outlineLvl w:val="0"/>
    </w:pPr>
    <w:rPr>
      <w:rFonts w:asciiTheme="majorHAnsi" w:hAnsiTheme="majorHAnsi" w:cs="Tahoma"/>
      <w:caps/>
      <w:sz w:val="52"/>
      <w:szCs w:val="52"/>
    </w:rPr>
  </w:style>
  <w:style w:type="paragraph" w:styleId="Heading2">
    <w:name w:val="heading 2"/>
    <w:basedOn w:val="Normal"/>
    <w:next w:val="Normal"/>
    <w:qFormat/>
    <w:rsid w:val="00F5164B"/>
    <w:pPr>
      <w:spacing w:before="480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8F1926"/>
    <w:rPr>
      <w:rFonts w:ascii="Tahoma" w:hAnsi="Tahoma" w:cs="Tahoma"/>
      <w:sz w:val="16"/>
      <w:szCs w:val="16"/>
    </w:rPr>
  </w:style>
  <w:style w:type="paragraph" w:customStyle="1" w:styleId="Name">
    <w:name w:val="Name"/>
    <w:basedOn w:val="Normal"/>
    <w:qFormat/>
    <w:rsid w:val="00FE39E8"/>
    <w:pPr>
      <w:spacing w:after="360"/>
    </w:pPr>
    <w:rPr>
      <w:rFonts w:ascii="Bookman Old Style" w:hAnsi="Bookman Old Style" w:cs="Tahoma"/>
      <w:caps/>
      <w:sz w:val="36"/>
      <w:szCs w:val="52"/>
    </w:rPr>
  </w:style>
  <w:style w:type="paragraph" w:customStyle="1" w:styleId="Hours">
    <w:name w:val="Hours"/>
    <w:basedOn w:val="Normal"/>
    <w:qFormat/>
    <w:rsid w:val="00F5164B"/>
    <w:pPr>
      <w:spacing w:after="120"/>
    </w:pPr>
    <w:rPr>
      <w:rFonts w:cs="Tahoma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5164B"/>
    <w:rPr>
      <w:color w:val="808080"/>
    </w:rPr>
  </w:style>
  <w:style w:type="paragraph" w:customStyle="1" w:styleId="Phone">
    <w:name w:val="Phone"/>
    <w:basedOn w:val="Normal"/>
    <w:qFormat/>
    <w:rsid w:val="00F5164B"/>
    <w:pPr>
      <w:spacing w:before="480" w:after="360"/>
    </w:pPr>
  </w:style>
  <w:style w:type="paragraph" w:styleId="Title">
    <w:name w:val="Title"/>
    <w:basedOn w:val="Normal"/>
    <w:qFormat/>
    <w:rsid w:val="00EA5F91"/>
    <w:pPr>
      <w:spacing w:before="0"/>
    </w:pPr>
    <w:rPr>
      <w:rFonts w:asciiTheme="majorHAnsi" w:hAnsiTheme="majorHAnsi"/>
      <w:sz w:val="40"/>
      <w:szCs w:val="40"/>
    </w:rPr>
  </w:style>
  <w:style w:type="paragraph" w:customStyle="1" w:styleId="Slogan">
    <w:name w:val="Slogan"/>
    <w:basedOn w:val="Normal"/>
    <w:qFormat/>
    <w:rsid w:val="00F5164B"/>
    <w:pPr>
      <w:spacing w:before="480"/>
    </w:pPr>
  </w:style>
  <w:style w:type="paragraph" w:customStyle="1" w:styleId="Default">
    <w:name w:val="Default"/>
    <w:rsid w:val="00E0455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unhideWhenUsed/>
    <w:qFormat/>
    <w:rsid w:val="00E04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armon\Application%20Data\Microsoft\Templates\MS_Bookman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D8BA58040F417C8F0E1DFAF7EFD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256CF-3E64-4B66-A3AE-BDDA26817FAB}"/>
      </w:docPartPr>
      <w:docPartBody>
        <w:p w:rsidR="007B59A2" w:rsidRDefault="00690CE9">
          <w:pPr>
            <w:pStyle w:val="F2D8BA58040F417C8F0E1DFAF7EFD8F9"/>
          </w:pPr>
          <w:r>
            <w:t>[</w:t>
          </w:r>
          <w:r w:rsidRPr="00343D63">
            <w:t>“Slogan or quotation about books or reading</w:t>
          </w:r>
          <w:r>
            <w:t>”</w:t>
          </w:r>
          <w:r>
            <w:rPr>
              <w:rStyle w:val="PlaceholderText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90CE9"/>
    <w:rsid w:val="00690CE9"/>
    <w:rsid w:val="007B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59A2"/>
    <w:rPr>
      <w:color w:val="808080"/>
    </w:rPr>
  </w:style>
  <w:style w:type="paragraph" w:customStyle="1" w:styleId="4B4D3548EFCD4EA8BCDF03B557C5E935">
    <w:name w:val="4B4D3548EFCD4EA8BCDF03B557C5E935"/>
    <w:rsid w:val="007B59A2"/>
  </w:style>
  <w:style w:type="paragraph" w:customStyle="1" w:styleId="Hours">
    <w:name w:val="Hours"/>
    <w:basedOn w:val="Normal"/>
    <w:rsid w:val="007B59A2"/>
    <w:pPr>
      <w:spacing w:before="80" w:after="120" w:line="240" w:lineRule="auto"/>
      <w:jc w:val="center"/>
    </w:pPr>
    <w:rPr>
      <w:rFonts w:eastAsia="Times New Roman" w:cs="Tahoma"/>
      <w:color w:val="4F6228" w:themeColor="accent3" w:themeShade="80"/>
      <w:sz w:val="20"/>
      <w:szCs w:val="20"/>
    </w:rPr>
  </w:style>
  <w:style w:type="paragraph" w:customStyle="1" w:styleId="6F9AC57940DD45C7A49E6541D817C20B">
    <w:name w:val="6F9AC57940DD45C7A49E6541D817C20B"/>
    <w:rsid w:val="007B59A2"/>
  </w:style>
  <w:style w:type="paragraph" w:customStyle="1" w:styleId="AD38E0B6712D479A9934E7542786C581">
    <w:name w:val="AD38E0B6712D479A9934E7542786C581"/>
    <w:rsid w:val="007B59A2"/>
  </w:style>
  <w:style w:type="paragraph" w:customStyle="1" w:styleId="17AB07453FB5458A8D55DC7D74E66A97">
    <w:name w:val="17AB07453FB5458A8D55DC7D74E66A97"/>
    <w:rsid w:val="007B59A2"/>
  </w:style>
  <w:style w:type="paragraph" w:customStyle="1" w:styleId="0F28D8B4E5874D0DBAD9F57E8ADA5864">
    <w:name w:val="0F28D8B4E5874D0DBAD9F57E8ADA5864"/>
    <w:rsid w:val="007B59A2"/>
  </w:style>
  <w:style w:type="paragraph" w:customStyle="1" w:styleId="DCEA6504672F4645B1416E9CC95B6F0A">
    <w:name w:val="DCEA6504672F4645B1416E9CC95B6F0A"/>
    <w:rsid w:val="007B59A2"/>
  </w:style>
  <w:style w:type="paragraph" w:customStyle="1" w:styleId="516E8F95AF8D4A258255270AAFFFDEA4">
    <w:name w:val="516E8F95AF8D4A258255270AAFFFDEA4"/>
    <w:rsid w:val="007B59A2"/>
  </w:style>
  <w:style w:type="paragraph" w:customStyle="1" w:styleId="E7AC5D0A5F964152966203503170261F">
    <w:name w:val="E7AC5D0A5F964152966203503170261F"/>
    <w:rsid w:val="007B59A2"/>
  </w:style>
  <w:style w:type="paragraph" w:customStyle="1" w:styleId="D1DF966B3D424F46BD212179D43631F5">
    <w:name w:val="D1DF966B3D424F46BD212179D43631F5"/>
    <w:rsid w:val="007B59A2"/>
  </w:style>
  <w:style w:type="paragraph" w:customStyle="1" w:styleId="9E5C49E3D1DF49FE9B4C81F118A0E0FB">
    <w:name w:val="9E5C49E3D1DF49FE9B4C81F118A0E0FB"/>
    <w:rsid w:val="007B59A2"/>
  </w:style>
  <w:style w:type="paragraph" w:customStyle="1" w:styleId="99D63BAC2B6D4EF6A5DD67B165F21E89">
    <w:name w:val="99D63BAC2B6D4EF6A5DD67B165F21E89"/>
    <w:rsid w:val="007B59A2"/>
  </w:style>
  <w:style w:type="paragraph" w:customStyle="1" w:styleId="31DC57A58E574C56B4156E1CBCBE4F1E">
    <w:name w:val="31DC57A58E574C56B4156E1CBCBE4F1E"/>
    <w:rsid w:val="007B59A2"/>
  </w:style>
  <w:style w:type="paragraph" w:customStyle="1" w:styleId="6AC243268CCB4AA5B1FDCE9589158061">
    <w:name w:val="6AC243268CCB4AA5B1FDCE9589158061"/>
    <w:rsid w:val="007B59A2"/>
  </w:style>
  <w:style w:type="paragraph" w:customStyle="1" w:styleId="CAF3B04FC13F4CD0851B18924D973352">
    <w:name w:val="CAF3B04FC13F4CD0851B18924D973352"/>
    <w:rsid w:val="007B59A2"/>
  </w:style>
  <w:style w:type="paragraph" w:customStyle="1" w:styleId="13DDA2DF2C454CBFBE3DFF9D9A14CE43">
    <w:name w:val="13DDA2DF2C454CBFBE3DFF9D9A14CE43"/>
    <w:rsid w:val="007B59A2"/>
  </w:style>
  <w:style w:type="paragraph" w:customStyle="1" w:styleId="914E27EF270B4AA898C1708558078CE1">
    <w:name w:val="914E27EF270B4AA898C1708558078CE1"/>
    <w:rsid w:val="007B59A2"/>
  </w:style>
  <w:style w:type="paragraph" w:customStyle="1" w:styleId="DE6EB9350CFD4E65BD63B429913F4A15">
    <w:name w:val="DE6EB9350CFD4E65BD63B429913F4A15"/>
    <w:rsid w:val="007B59A2"/>
  </w:style>
  <w:style w:type="paragraph" w:customStyle="1" w:styleId="15847EA42EFA4853A99758D7419BE59F">
    <w:name w:val="15847EA42EFA4853A99758D7419BE59F"/>
    <w:rsid w:val="007B59A2"/>
  </w:style>
  <w:style w:type="paragraph" w:customStyle="1" w:styleId="FEB857879D4C40B3BA27B185A10B63C7">
    <w:name w:val="FEB857879D4C40B3BA27B185A10B63C7"/>
    <w:rsid w:val="007B59A2"/>
  </w:style>
  <w:style w:type="paragraph" w:customStyle="1" w:styleId="D6FB219F49F54E12BCC0A8777955D1D1">
    <w:name w:val="D6FB219F49F54E12BCC0A8777955D1D1"/>
    <w:rsid w:val="007B59A2"/>
  </w:style>
  <w:style w:type="paragraph" w:customStyle="1" w:styleId="288D1782647A4AA788E959BFD7A7D23F">
    <w:name w:val="288D1782647A4AA788E959BFD7A7D23F"/>
    <w:rsid w:val="007B59A2"/>
  </w:style>
  <w:style w:type="paragraph" w:customStyle="1" w:styleId="F8F2698C9DF043DABAC00747E4665688">
    <w:name w:val="F8F2698C9DF043DABAC00747E4665688"/>
    <w:rsid w:val="007B59A2"/>
  </w:style>
  <w:style w:type="paragraph" w:customStyle="1" w:styleId="62933946D559474794FFD82A2AA42F56">
    <w:name w:val="62933946D559474794FFD82A2AA42F56"/>
    <w:rsid w:val="007B59A2"/>
  </w:style>
  <w:style w:type="paragraph" w:customStyle="1" w:styleId="F7D62BD0C7AD47518D861925E8FEABAF">
    <w:name w:val="F7D62BD0C7AD47518D861925E8FEABAF"/>
    <w:rsid w:val="007B59A2"/>
  </w:style>
  <w:style w:type="paragraph" w:customStyle="1" w:styleId="92AC64B00038407EB7611FF5F738AEF9">
    <w:name w:val="92AC64B00038407EB7611FF5F738AEF9"/>
    <w:rsid w:val="007B59A2"/>
  </w:style>
  <w:style w:type="paragraph" w:customStyle="1" w:styleId="F2D8BA58040F417C8F0E1DFAF7EFD8F9">
    <w:name w:val="F2D8BA58040F417C8F0E1DFAF7EFD8F9"/>
    <w:rsid w:val="007B59A2"/>
  </w:style>
  <w:style w:type="paragraph" w:customStyle="1" w:styleId="9ED6D02664204EA490CAE62E74224C00">
    <w:name w:val="9ED6D02664204EA490CAE62E74224C00"/>
    <w:rsid w:val="007B59A2"/>
  </w:style>
  <w:style w:type="paragraph" w:customStyle="1" w:styleId="B2C38E9F30CE401A9CB5768533AAB6F0">
    <w:name w:val="B2C38E9F30CE401A9CB5768533AAB6F0"/>
    <w:rsid w:val="007B59A2"/>
  </w:style>
  <w:style w:type="paragraph" w:customStyle="1" w:styleId="BDE16DF04C594B56916C742A05E4C8A3">
    <w:name w:val="BDE16DF04C594B56916C742A05E4C8A3"/>
    <w:rsid w:val="007B59A2"/>
  </w:style>
  <w:style w:type="paragraph" w:customStyle="1" w:styleId="644EACF3442541D19D2A21096C95F43E">
    <w:name w:val="644EACF3442541D19D2A21096C95F43E"/>
    <w:rsid w:val="007B59A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F5B40F-C268-4601-A9F3-A6D949F53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MS_Bookman2</Template>
  <TotalTime>1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Promotional bookmarks</vt:lpstr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Promotional bookmarks</dc:title>
  <dc:subject>options</dc:subject>
  <dc:creator>Tech Support</dc:creator>
  <cp:lastModifiedBy>techsupport</cp:lastModifiedBy>
  <cp:revision>2</cp:revision>
  <cp:lastPrinted>2001-07-18T01:17:00Z</cp:lastPrinted>
  <dcterms:created xsi:type="dcterms:W3CDTF">2013-11-11T16:50:00Z</dcterms:created>
  <dcterms:modified xsi:type="dcterms:W3CDTF">2013-11-11T16:50:00Z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TC010178381033</vt:lpwstr>
  </property>
</Properties>
</file>